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ayout w:type="fixed"/>
        <w:tblCellMar>
          <w:left w:w="115" w:type="dxa"/>
          <w:right w:w="115" w:type="dxa"/>
        </w:tblCellMar>
        <w:tblLook w:val="0600" w:firstRow="0" w:lastRow="0" w:firstColumn="0" w:lastColumn="0" w:noHBand="1" w:noVBand="1"/>
      </w:tblPr>
      <w:tblGrid>
        <w:gridCol w:w="5760"/>
        <w:gridCol w:w="5760"/>
      </w:tblGrid>
      <w:tr w:rsidR="00727ACF" w:rsidTr="00727ACF">
        <w:trPr>
          <w:trHeight w:val="3150"/>
          <w:jc w:val="center"/>
        </w:trPr>
        <w:tc>
          <w:tcPr>
            <w:tcW w:w="11520" w:type="dxa"/>
            <w:gridSpan w:val="2"/>
          </w:tcPr>
          <w:sdt>
            <w:sdtPr>
              <w:id w:val="-576284835"/>
              <w:placeholder>
                <w:docPart w:val="E494E685052A4C7E89C495B11E3A4EE1"/>
              </w:placeholder>
              <w:temporary/>
              <w:showingPlcHdr/>
              <w15:appearance w15:val="hidden"/>
            </w:sdtPr>
            <w:sdtEndPr/>
            <w:sdtContent>
              <w:p w:rsidR="00727ACF" w:rsidRPr="00727ACF" w:rsidRDefault="00727ACF" w:rsidP="00727ACF">
                <w:pPr>
                  <w:pStyle w:val="Title"/>
                </w:pPr>
                <w:r w:rsidRPr="00727ACF">
                  <w:t>SPORTS DAY</w:t>
                </w:r>
              </w:p>
            </w:sdtContent>
          </w:sdt>
          <w:sdt>
            <w:sdtPr>
              <w:id w:val="383994353"/>
              <w:placeholder>
                <w:docPart w:val="BE21F71497FA4CC991963C12292881B3"/>
              </w:placeholder>
              <w:temporary/>
              <w:showingPlcHdr/>
              <w15:appearance w15:val="hidden"/>
            </w:sdtPr>
            <w:sdtEndPr/>
            <w:sdtContent>
              <w:bookmarkStart w:id="0" w:name="_GoBack" w:displacedByCustomXml="prev"/>
              <w:p w:rsidR="00727ACF" w:rsidRPr="00727ACF" w:rsidRDefault="00727ACF" w:rsidP="00727ACF">
                <w:pPr>
                  <w:pStyle w:val="Subtitle"/>
                </w:pPr>
                <w:r w:rsidRPr="00727ACF">
                  <w:t>Tournament</w:t>
                </w:r>
              </w:p>
              <w:bookmarkEnd w:id="0" w:displacedByCustomXml="next"/>
            </w:sdtContent>
          </w:sdt>
        </w:tc>
      </w:tr>
      <w:tr w:rsidR="006A039D" w:rsidTr="0001096E">
        <w:trPr>
          <w:trHeight w:val="6165"/>
          <w:jc w:val="center"/>
        </w:trPr>
        <w:tc>
          <w:tcPr>
            <w:tcW w:w="5760" w:type="dxa"/>
          </w:tcPr>
          <w:p w:rsidR="006A039D" w:rsidRDefault="006A039D"/>
        </w:tc>
        <w:tc>
          <w:tcPr>
            <w:tcW w:w="5760" w:type="dxa"/>
          </w:tcPr>
          <w:p w:rsidR="006A039D" w:rsidRDefault="006A039D"/>
        </w:tc>
      </w:tr>
      <w:tr w:rsidR="00727ACF" w:rsidTr="00727ACF">
        <w:trPr>
          <w:jc w:val="center"/>
        </w:trPr>
        <w:sdt>
          <w:sdtPr>
            <w:id w:val="1785303326"/>
            <w:placeholder>
              <w:docPart w:val="69588C495C374766997BDE325665BC28"/>
            </w:placeholder>
            <w:temporary/>
            <w:showingPlcHdr/>
            <w15:appearance w15:val="hidden"/>
          </w:sdtPr>
          <w:sdtEndPr/>
          <w:sdtContent>
            <w:tc>
              <w:tcPr>
                <w:tcW w:w="5760" w:type="dxa"/>
                <w:vAlign w:val="bottom"/>
              </w:tcPr>
              <w:p w:rsidR="00727ACF" w:rsidRDefault="00727ACF" w:rsidP="00727ACF">
                <w:pPr>
                  <w:pStyle w:val="Time"/>
                </w:pPr>
                <w:r w:rsidRPr="00727ACF">
                  <w:t>8PM</w:t>
                </w:r>
              </w:p>
            </w:tc>
          </w:sdtContent>
        </w:sdt>
        <w:tc>
          <w:tcPr>
            <w:tcW w:w="5760" w:type="dxa"/>
            <w:vMerge w:val="restart"/>
            <w:vAlign w:val="bottom"/>
          </w:tcPr>
          <w:sdt>
            <w:sdtPr>
              <w:id w:val="-1824734317"/>
              <w:placeholder>
                <w:docPart w:val="10DDE07C6E03442CB2D73608DBE9F8FB"/>
              </w:placeholder>
              <w:temporary/>
              <w:showingPlcHdr/>
              <w15:appearance w15:val="hidden"/>
            </w:sdtPr>
            <w:sdtEndPr/>
            <w:sdtContent>
              <w:p w:rsidR="00727ACF" w:rsidRDefault="00727ACF" w:rsidP="00727ACF">
                <w:pPr>
                  <w:pStyle w:val="Date"/>
                  <w:jc w:val="right"/>
                </w:pPr>
                <w:r w:rsidRPr="00727ACF">
                  <w:t>OCT 20</w:t>
                </w:r>
              </w:p>
            </w:sdtContent>
          </w:sdt>
          <w:sdt>
            <w:sdtPr>
              <w:id w:val="1590419465"/>
              <w:placeholder>
                <w:docPart w:val="5819B7D51ADB42779B39F9596A094F4E"/>
              </w:placeholder>
              <w:temporary/>
              <w:showingPlcHdr/>
              <w15:appearance w15:val="hidden"/>
            </w:sdtPr>
            <w:sdtEndPr/>
            <w:sdtContent>
              <w:p w:rsidR="00727ACF" w:rsidRPr="00727ACF" w:rsidRDefault="00727ACF" w:rsidP="00727ACF">
                <w:pPr>
                  <w:pStyle w:val="YEAR"/>
                  <w:jc w:val="right"/>
                </w:pPr>
                <w:r w:rsidRPr="00727ACF">
                  <w:t>[YEAR]</w:t>
                </w:r>
              </w:p>
            </w:sdtContent>
          </w:sdt>
        </w:tc>
      </w:tr>
      <w:tr w:rsidR="00727ACF" w:rsidTr="00727ACF">
        <w:trPr>
          <w:trHeight w:val="720"/>
          <w:jc w:val="center"/>
        </w:trPr>
        <w:sdt>
          <w:sdtPr>
            <w:id w:val="1995143256"/>
            <w:placeholder>
              <w:docPart w:val="512ADE6E9A924DC0BC834EC88732387A"/>
            </w:placeholder>
            <w:temporary/>
            <w:showingPlcHdr/>
            <w15:appearance w15:val="hidden"/>
          </w:sdtPr>
          <w:sdtEndPr/>
          <w:sdtContent>
            <w:tc>
              <w:tcPr>
                <w:tcW w:w="5760" w:type="dxa"/>
                <w:vAlign w:val="bottom"/>
              </w:tcPr>
              <w:p w:rsidR="00727ACF" w:rsidRDefault="0001096E" w:rsidP="00727ACF">
                <w:r>
                  <w:t>To update any text in the template, simply click and start typing.  To change the soccer ball image, double click in the header, then single click on the soccer ball until it has its own brackets.  Change the “Fill” option of the image and choose “Picture” from the options.  You will be able to select a new image to replace the ball.</w:t>
                </w:r>
                <w:r w:rsidR="00727ACF">
                  <w:t xml:space="preserve">  </w:t>
                </w:r>
              </w:p>
            </w:tc>
          </w:sdtContent>
        </w:sdt>
        <w:tc>
          <w:tcPr>
            <w:tcW w:w="5760" w:type="dxa"/>
            <w:vMerge/>
          </w:tcPr>
          <w:p w:rsidR="00727ACF" w:rsidRDefault="00727ACF"/>
        </w:tc>
      </w:tr>
    </w:tbl>
    <w:p w:rsidR="0043117B" w:rsidRPr="00727ACF" w:rsidRDefault="00BB0688">
      <w:pPr>
        <w:rPr>
          <w:sz w:val="4"/>
          <w:szCs w:val="4"/>
        </w:rPr>
      </w:pPr>
    </w:p>
    <w:sectPr w:rsidR="0043117B" w:rsidRPr="00727ACF" w:rsidSect="00727ACF">
      <w:headerReference w:type="default" r:id="rId9"/>
      <w:pgSz w:w="12240" w:h="15840"/>
      <w:pgMar w:top="360" w:right="360" w:bottom="360" w:left="360" w:header="288" w:footer="288"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688" w:rsidRDefault="00BB0688" w:rsidP="006A039D">
      <w:pPr>
        <w:spacing w:after="0"/>
      </w:pPr>
      <w:r>
        <w:separator/>
      </w:r>
    </w:p>
  </w:endnote>
  <w:endnote w:type="continuationSeparator" w:id="0">
    <w:p w:rsidR="00BB0688" w:rsidRDefault="00BB0688" w:rsidP="006A03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688" w:rsidRDefault="00BB0688" w:rsidP="006A039D">
      <w:pPr>
        <w:spacing w:after="0"/>
      </w:pPr>
      <w:r>
        <w:separator/>
      </w:r>
    </w:p>
  </w:footnote>
  <w:footnote w:type="continuationSeparator" w:id="0">
    <w:p w:rsidR="00BB0688" w:rsidRDefault="00BB0688" w:rsidP="006A039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039D" w:rsidRDefault="006E7497">
    <w:pPr>
      <w:pStyle w:val="Header"/>
    </w:pPr>
    <w:r>
      <w:rPr>
        <w:noProof/>
      </w:rPr>
      <mc:AlternateContent>
        <mc:Choice Requires="wpg">
          <w:drawing>
            <wp:anchor distT="0" distB="0" distL="114300" distR="114300" simplePos="0" relativeHeight="251656192" behindDoc="0" locked="0" layoutInCell="1" allowOverlap="1">
              <wp:simplePos x="0" y="0"/>
              <mc:AlternateContent>
                <mc:Choice Requires="wp14">
                  <wp:positionH relativeFrom="page">
                    <wp14:pctPosHOffset>25100</wp14:pctPosHOffset>
                  </wp:positionH>
                </mc:Choice>
                <mc:Fallback>
                  <wp:positionH relativeFrom="page">
                    <wp:posOffset>1950720</wp:posOffset>
                  </wp:positionH>
                </mc:Fallback>
              </mc:AlternateContent>
              <mc:AlternateContent>
                <mc:Choice Requires="wp14">
                  <wp:positionV relativeFrom="page">
                    <wp14:pctPosVOffset>29100</wp14:pctPosVOffset>
                  </wp:positionV>
                </mc:Choice>
                <mc:Fallback>
                  <wp:positionV relativeFrom="page">
                    <wp:posOffset>2926715</wp:posOffset>
                  </wp:positionV>
                </mc:Fallback>
              </mc:AlternateContent>
              <wp:extent cx="3858768" cy="3858768"/>
              <wp:effectExtent l="0" t="0" r="27940" b="27940"/>
              <wp:wrapNone/>
              <wp:docPr id="2" name="Group 2" descr="Soccer ball in center of background"/>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858768" cy="3858768"/>
                        <a:chOff x="0" y="0"/>
                        <a:chExt cx="3855085" cy="3855085"/>
                      </a:xfrm>
                    </wpg:grpSpPr>
                    <wps:wsp>
                      <wps:cNvPr id="5" name="Oval 11">
                        <a:extLst/>
                      </wps:cNvPr>
                      <wps:cNvSpPr/>
                      <wps:spPr>
                        <a:xfrm>
                          <a:off x="0" y="0"/>
                          <a:ext cx="3855085" cy="3855085"/>
                        </a:xfrm>
                        <a:prstGeom prst="ellipse">
                          <a:avLst/>
                        </a:prstGeom>
                        <a:noFill/>
                        <a:ln>
                          <a:solidFill>
                            <a:schemeClr val="accent1">
                              <a:shade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Oval 11" descr="Basketball" title="Basketball">
                        <a:extLst/>
                      </wps:cNvPr>
                      <wps:cNvSpPr/>
                      <wps:spPr>
                        <a:xfrm>
                          <a:off x="194734" y="177800"/>
                          <a:ext cx="3495040" cy="3495040"/>
                        </a:xfrm>
                        <a:prstGeom prst="ellipse">
                          <a:avLst/>
                        </a:prstGeom>
                        <a:blipFill>
                          <a:blip r:embed="rId1">
                            <a:extLst>
                              <a:ext uri="{96DAC541-7B7A-43D3-8B79-37D633B846F1}">
                                <asvg:svgBlip xmlns:asvg="http://schemas.microsoft.com/office/drawing/2016/SVG/main" r:embed="rId2"/>
                              </a:ext>
                            </a:extLst>
                          </a:blip>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41A91C" id="Group 2" o:spid="_x0000_s1026" alt="Soccer ball in center of background" style="position:absolute;margin-left:0;margin-top:0;width:303.85pt;height:303.85pt;z-index:251656192;mso-left-percent:251;mso-top-percent:291;mso-position-horizontal-relative:page;mso-position-vertical-relative:page;mso-left-percent:251;mso-top-percent:291;mso-width-relative:margin;mso-height-relative:margin" coordsize="38550,385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">
              <o:lock v:ext="edit" aspectratio="t"/>
              <v:oval id="Oval 11" o:spid="_x0000_s1027" style="position:absolute;width:38550;height:38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" filled="f" strokecolor="#1f3763 [1604]" strokeweight="1pt">
                <v:stroke dashstyle="dash" joinstyle="miter"/>
              </v:oval>
              <v:oval id="Oval 11" o:spid="_x0000_s1028" alt="Basketball" style="position:absolute;left:1947;top:1778;width:34950;height:34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" stroked="f" strokeweight="1pt">
                <v:fill r:id="rId3" o:title="Basketball" recolor="t" rotate="t" type="frame"/>
                <v:stroke joinstyle="miter"/>
              </v:oval>
              <w10:wrap anchorx="page" anchory="page"/>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15200" cy="9601200"/>
              <wp:effectExtent l="0" t="0" r="1270" b="0"/>
              <wp:wrapNone/>
              <wp:docPr id="1" name="Group 1" descr="Background images and accent object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315200" cy="9601200"/>
                        <a:chOff x="0" y="0"/>
                        <a:chExt cx="7315200" cy="9601200"/>
                      </a:xfrm>
                    </wpg:grpSpPr>
                    <wps:wsp>
                      <wps:cNvPr id="4" name="Freeform 28">
                        <a:extLst/>
                      </wps:cNvPr>
                      <wps:cNvSpPr/>
                      <wps:spPr>
                        <a:xfrm>
                          <a:off x="0" y="0"/>
                          <a:ext cx="7315200" cy="9601200"/>
                        </a:xfrm>
                        <a:custGeom>
                          <a:avLst/>
                          <a:gdLst>
                            <a:gd name="connsiteX0" fmla="*/ 0 w 7315200"/>
                            <a:gd name="connsiteY0" fmla="*/ 0 h 9601200"/>
                            <a:gd name="connsiteX1" fmla="*/ 7315200 w 7315200"/>
                            <a:gd name="connsiteY1" fmla="*/ 0 h 9601200"/>
                            <a:gd name="connsiteX2" fmla="*/ 7315200 w 7315200"/>
                            <a:gd name="connsiteY2" fmla="*/ 9601200 h 9601200"/>
                            <a:gd name="connsiteX3" fmla="*/ 3657601 w 7315200"/>
                            <a:gd name="connsiteY3" fmla="*/ 9601200 h 9601200"/>
                            <a:gd name="connsiteX4" fmla="*/ 3653602 w 7315200"/>
                            <a:gd name="connsiteY4" fmla="*/ 6739146 h 9601200"/>
                            <a:gd name="connsiteX5" fmla="*/ 3660458 w 7315200"/>
                            <a:gd name="connsiteY5" fmla="*/ 6739492 h 9601200"/>
                            <a:gd name="connsiteX6" fmla="*/ 5784216 w 7315200"/>
                            <a:gd name="connsiteY6" fmla="*/ 4615734 h 9601200"/>
                            <a:gd name="connsiteX7" fmla="*/ 3660458 w 7315200"/>
                            <a:gd name="connsiteY7" fmla="*/ 2491976 h 9601200"/>
                            <a:gd name="connsiteX8" fmla="*/ 2021663 w 7315200"/>
                            <a:gd name="connsiteY8" fmla="*/ 3264827 h 9601200"/>
                            <a:gd name="connsiteX9" fmla="*/ 2007914 w 7315200"/>
                            <a:gd name="connsiteY9" fmla="*/ 3283214 h 9601200"/>
                            <a:gd name="connsiteX10" fmla="*/ 0 w 7315200"/>
                            <a:gd name="connsiteY10" fmla="*/ 1853119 h 9601200"/>
                            <a:gd name="connsiteX11" fmla="*/ 0 w 7315200"/>
                            <a:gd name="connsiteY11" fmla="*/ 0 h 9601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315200" h="9601200">
                              <a:moveTo>
                                <a:pt x="0" y="0"/>
                              </a:moveTo>
                              <a:lnTo>
                                <a:pt x="7315200" y="0"/>
                              </a:lnTo>
                              <a:lnTo>
                                <a:pt x="7315200" y="9601200"/>
                              </a:lnTo>
                              <a:lnTo>
                                <a:pt x="3657601" y="9601200"/>
                              </a:lnTo>
                              <a:lnTo>
                                <a:pt x="3653602" y="6739146"/>
                              </a:lnTo>
                              <a:lnTo>
                                <a:pt x="3660458" y="6739492"/>
                              </a:lnTo>
                              <a:cubicBezTo>
                                <a:pt x="4833377" y="6739492"/>
                                <a:pt x="5784216" y="5788653"/>
                                <a:pt x="5784216" y="4615734"/>
                              </a:cubicBezTo>
                              <a:cubicBezTo>
                                <a:pt x="5784216" y="3442815"/>
                                <a:pt x="4833377" y="2491976"/>
                                <a:pt x="3660458" y="2491976"/>
                              </a:cubicBezTo>
                              <a:cubicBezTo>
                                <a:pt x="3000691" y="2491976"/>
                                <a:pt x="2411192" y="2792827"/>
                                <a:pt x="2021663" y="3264827"/>
                              </a:cubicBezTo>
                              <a:lnTo>
                                <a:pt x="2007914" y="3283214"/>
                              </a:lnTo>
                              <a:lnTo>
                                <a:pt x="0" y="1853119"/>
                              </a:lnTo>
                              <a:lnTo>
                                <a:pt x="0" y="0"/>
                              </a:lnTo>
                              <a:close/>
                            </a:path>
                          </a:pathLst>
                        </a:cu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5-Point Star 15"/>
                      <wps:cNvSpPr/>
                      <wps:spPr>
                        <a:xfrm>
                          <a:off x="152400" y="457200"/>
                          <a:ext cx="571500" cy="571500"/>
                        </a:xfrm>
                        <a:prstGeom prst="star5">
                          <a:avLst>
                            <a:gd name="adj" fmla="val 25798"/>
                            <a:gd name="hf" fmla="val 105146"/>
                            <a:gd name="vf" fmla="val 110557"/>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5-Point Star 16"/>
                      <wps:cNvSpPr/>
                      <wps:spPr>
                        <a:xfrm>
                          <a:off x="6587066" y="457200"/>
                          <a:ext cx="571500" cy="571500"/>
                        </a:xfrm>
                        <a:prstGeom prst="star5">
                          <a:avLst>
                            <a:gd name="adj" fmla="val 25798"/>
                            <a:gd name="hf" fmla="val 105146"/>
                            <a:gd name="vf" fmla="val 110557"/>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95500</wp14:pctHeight>
              </wp14:sizeRelV>
            </wp:anchor>
          </w:drawing>
        </mc:Choice>
        <mc:Fallback>
          <w:pict>
            <v:group w14:anchorId="783607B6" id="Group 1" o:spid="_x0000_s1026" alt="Background images and accent objects" style="position:absolute;margin-left:0;margin-top:0;width:8in;height:756pt;z-index:251659264;mso-width-percent:941;mso-height-percent:955;mso-position-horizontal:center;mso-position-horizontal-relative:page;mso-position-vertical:center;mso-position-vertical-relative:page;mso-width-percent:941;mso-height-percent:955" coordsize="73152,9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">
              <o:lock v:ext="edit" aspectratio="t"/>
              <v:shape id="Freeform 28" o:spid="_x0000_s1027" style="position:absolute;width:73152;height:96012;visibility:visible;mso-wrap-style:square;v-text-anchor:middle" coordsize="7315200,96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" path="m,l7315200,r,9601200l3657601,9601200r-3999,-2862054l3660458,6739492v1172919,,2123758,-950839,2123758,-2123758c5784216,3442815,4833377,2491976,3660458,2491976v-659767,,-1249266,300851,-1638795,772851l2007914,3283214,,1853119,,xe" fillcolor="#44546a [3215]" stroked="f" strokeweight="1pt">
                <v:stroke joinstyle="miter"/>
                <v:path arrowok="t" o:connecttype="custom" o:connectlocs="0,0;7315200,0;7315200,9601200;3657601,9601200;3653602,6739146;3660458,6739492;5784216,4615734;3660458,2491976;2021663,3264827;2007914,3283214;0,1853119;0,0" o:connectangles="0,0,0,0,0,0,0,0,0,0,0,0"/>
              </v:shape>
              <v:shape id="5-Point Star 15" o:spid="_x0000_s1028" style="position:absolute;left:1524;top:4572;width:5715;height:5715;visibility:visible;mso-wrap-style:square;v-text-anchor:middle" coordsize="57150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" path="m1,218293l194630,184047,285750,r91120,184047l571499,218293,433185,366287r29168,205212l285750,478917,109147,571499,138315,366287,1,218293xe" fillcolor="#70ad47 [3209]" strokecolor="#1f3763 [1604]" strokeweight="1pt">
                <v:stroke joinstyle="miter"/>
                <v:path arrowok="t" o:connecttype="custom" o:connectlocs="1,218293;194630,184047;285750,0;376870,184047;571499,218293;433185,366287;462353,571499;285750,478917;109147,571499;138315,366287;1,218293" o:connectangles="0,0,0,0,0,0,0,0,0,0,0"/>
              </v:shape>
              <v:shape id="5-Point Star 16" o:spid="_x0000_s1029" style="position:absolute;left:65870;top:4572;width:5715;height:5715;visibility:visible;mso-wrap-style:square;v-text-anchor:middle" coordsize="57150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" path="m1,218293l194630,184047,285750,r91120,184047l571499,218293,433185,366287r29168,205212l285750,478917,109147,571499,138315,366287,1,218293xe" fillcolor="#70ad47 [3209]" strokecolor="#1f3763 [1604]" strokeweight="1pt">
                <v:stroke joinstyle="miter"/>
                <v:path arrowok="t" o:connecttype="custom" o:connectlocs="1,218293;194630,184047;285750,0;376870,184047;571499,218293;433185,366287;462353,571499;285750,478917;109147,571499;138315,366287;1,218293" o:connectangles="0,0,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ADF"/>
    <w:rsid w:val="0001096E"/>
    <w:rsid w:val="000D384A"/>
    <w:rsid w:val="001E3B85"/>
    <w:rsid w:val="00304997"/>
    <w:rsid w:val="00363B98"/>
    <w:rsid w:val="003973D3"/>
    <w:rsid w:val="00452357"/>
    <w:rsid w:val="0050134C"/>
    <w:rsid w:val="00584E20"/>
    <w:rsid w:val="0062123A"/>
    <w:rsid w:val="00646E75"/>
    <w:rsid w:val="0067380A"/>
    <w:rsid w:val="006A039D"/>
    <w:rsid w:val="006E7497"/>
    <w:rsid w:val="00727ACF"/>
    <w:rsid w:val="00843983"/>
    <w:rsid w:val="00850246"/>
    <w:rsid w:val="008848F3"/>
    <w:rsid w:val="008A4ADF"/>
    <w:rsid w:val="008D5075"/>
    <w:rsid w:val="00957C31"/>
    <w:rsid w:val="00A46681"/>
    <w:rsid w:val="00AC7C68"/>
    <w:rsid w:val="00B00164"/>
    <w:rsid w:val="00BB0688"/>
    <w:rsid w:val="00E31FC3"/>
    <w:rsid w:val="00E4108D"/>
    <w:rsid w:val="00E55D74"/>
    <w:rsid w:val="00F63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B1055B88-E876-43D5-BF9F-93AF115F1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atentStyles>
  <w:style w:type="paragraph" w:default="1" w:styleId="Normal">
    <w:name w:val="Normal"/>
    <w:qFormat/>
    <w:rsid w:val="0067380A"/>
    <w:pPr>
      <w:spacing w:after="12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A039D"/>
    <w:pPr>
      <w:tabs>
        <w:tab w:val="center" w:pos="4680"/>
        <w:tab w:val="right" w:pos="9360"/>
      </w:tabs>
    </w:pPr>
  </w:style>
  <w:style w:type="character" w:customStyle="1" w:styleId="HeaderChar">
    <w:name w:val="Header Char"/>
    <w:basedOn w:val="DefaultParagraphFont"/>
    <w:link w:val="Header"/>
    <w:uiPriority w:val="99"/>
    <w:semiHidden/>
    <w:rsid w:val="006A039D"/>
  </w:style>
  <w:style w:type="paragraph" w:styleId="Footer">
    <w:name w:val="footer"/>
    <w:basedOn w:val="Normal"/>
    <w:link w:val="FooterChar"/>
    <w:uiPriority w:val="99"/>
    <w:semiHidden/>
    <w:rsid w:val="006A039D"/>
    <w:pPr>
      <w:tabs>
        <w:tab w:val="center" w:pos="4680"/>
        <w:tab w:val="right" w:pos="9360"/>
      </w:tabs>
    </w:pPr>
  </w:style>
  <w:style w:type="character" w:customStyle="1" w:styleId="FooterChar">
    <w:name w:val="Footer Char"/>
    <w:basedOn w:val="DefaultParagraphFont"/>
    <w:link w:val="Footer"/>
    <w:uiPriority w:val="99"/>
    <w:semiHidden/>
    <w:rsid w:val="00727ACF"/>
    <w:rPr>
      <w:sz w:val="28"/>
    </w:rPr>
  </w:style>
  <w:style w:type="table" w:styleId="TableGrid">
    <w:name w:val="Table Grid"/>
    <w:basedOn w:val="TableNormal"/>
    <w:uiPriority w:val="39"/>
    <w:rsid w:val="006A0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039D"/>
    <w:rPr>
      <w:color w:val="808080"/>
    </w:rPr>
  </w:style>
  <w:style w:type="paragraph" w:customStyle="1" w:styleId="Time">
    <w:name w:val="Time"/>
    <w:basedOn w:val="Normal"/>
    <w:qFormat/>
    <w:rsid w:val="0001096E"/>
    <w:pPr>
      <w:spacing w:after="0"/>
    </w:pPr>
    <w:rPr>
      <w:rFonts w:asciiTheme="majorHAnsi" w:hAnsiTheme="majorHAnsi"/>
      <w:color w:val="44546A" w:themeColor="text2"/>
      <w:sz w:val="130"/>
      <w:szCs w:val="160"/>
      <w14:textOutline w14:w="9525" w14:cap="rnd" w14:cmpd="sng" w14:algn="ctr">
        <w14:noFill/>
        <w14:prstDash w14:val="solid"/>
        <w14:bevel/>
      </w14:textOutline>
    </w:rPr>
  </w:style>
  <w:style w:type="paragraph" w:styleId="Title">
    <w:name w:val="Title"/>
    <w:basedOn w:val="Normal"/>
    <w:next w:val="Normal"/>
    <w:link w:val="TitleChar"/>
    <w:uiPriority w:val="10"/>
    <w:qFormat/>
    <w:rsid w:val="00727ACF"/>
    <w:pPr>
      <w:spacing w:line="216" w:lineRule="auto"/>
      <w:contextualSpacing/>
      <w:jc w:val="center"/>
    </w:pPr>
    <w:rPr>
      <w:rFonts w:asciiTheme="majorHAnsi" w:eastAsiaTheme="majorEastAsia" w:hAnsiTheme="majorHAnsi" w:cstheme="majorBidi"/>
      <w:color w:val="FFFFFF" w:themeColor="background1"/>
      <w:spacing w:val="-10"/>
      <w:kern w:val="28"/>
      <w:sz w:val="170"/>
      <w:szCs w:val="56"/>
    </w:rPr>
  </w:style>
  <w:style w:type="character" w:customStyle="1" w:styleId="TitleChar">
    <w:name w:val="Title Char"/>
    <w:basedOn w:val="DefaultParagraphFont"/>
    <w:link w:val="Title"/>
    <w:uiPriority w:val="10"/>
    <w:rsid w:val="00727ACF"/>
    <w:rPr>
      <w:rFonts w:asciiTheme="majorHAnsi" w:eastAsiaTheme="majorEastAsia" w:hAnsiTheme="majorHAnsi" w:cstheme="majorBidi"/>
      <w:color w:val="FFFFFF" w:themeColor="background1"/>
      <w:spacing w:val="-10"/>
      <w:kern w:val="28"/>
      <w:sz w:val="170"/>
      <w:szCs w:val="56"/>
    </w:rPr>
  </w:style>
  <w:style w:type="paragraph" w:styleId="Date">
    <w:name w:val="Date"/>
    <w:basedOn w:val="Normal"/>
    <w:next w:val="Normal"/>
    <w:link w:val="DateChar"/>
    <w:uiPriority w:val="99"/>
    <w:rsid w:val="0001096E"/>
    <w:rPr>
      <w:rFonts w:asciiTheme="majorHAnsi" w:hAnsiTheme="majorHAnsi"/>
      <w:color w:val="FFFFFF" w:themeColor="background1"/>
      <w:sz w:val="144"/>
    </w:rPr>
  </w:style>
  <w:style w:type="character" w:customStyle="1" w:styleId="DateChar">
    <w:name w:val="Date Char"/>
    <w:basedOn w:val="DefaultParagraphFont"/>
    <w:link w:val="Date"/>
    <w:uiPriority w:val="99"/>
    <w:rsid w:val="0001096E"/>
    <w:rPr>
      <w:rFonts w:asciiTheme="majorHAnsi" w:hAnsiTheme="majorHAnsi"/>
      <w:color w:val="FFFFFF" w:themeColor="background1"/>
      <w:sz w:val="144"/>
    </w:rPr>
  </w:style>
  <w:style w:type="paragraph" w:customStyle="1" w:styleId="YEAR">
    <w:name w:val="YEAR"/>
    <w:basedOn w:val="Normal"/>
    <w:qFormat/>
    <w:rsid w:val="0001096E"/>
    <w:rPr>
      <w:color w:val="FFFFFF" w:themeColor="background1"/>
      <w:sz w:val="144"/>
    </w:rPr>
  </w:style>
  <w:style w:type="paragraph" w:styleId="Subtitle">
    <w:name w:val="Subtitle"/>
    <w:basedOn w:val="Normal"/>
    <w:next w:val="Normal"/>
    <w:link w:val="SubtitleChar"/>
    <w:uiPriority w:val="11"/>
    <w:qFormat/>
    <w:rsid w:val="00727ACF"/>
    <w:pPr>
      <w:spacing w:line="192" w:lineRule="auto"/>
      <w:jc w:val="center"/>
    </w:pPr>
    <w:rPr>
      <w:rFonts w:ascii="Brush Script MT" w:hAnsi="Brush Script MT"/>
      <w:color w:val="FFFFFF" w:themeColor="background1"/>
      <w:sz w:val="144"/>
    </w:rPr>
  </w:style>
  <w:style w:type="character" w:customStyle="1" w:styleId="SubtitleChar">
    <w:name w:val="Subtitle Char"/>
    <w:basedOn w:val="DefaultParagraphFont"/>
    <w:link w:val="Subtitle"/>
    <w:uiPriority w:val="11"/>
    <w:rsid w:val="00727ACF"/>
    <w:rPr>
      <w:rFonts w:ascii="Brush Script MT" w:hAnsi="Brush Script MT"/>
      <w:color w:val="FFFFFF" w:themeColor="background1"/>
      <w:sz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Sports%20day%20event%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94E685052A4C7E89C495B11E3A4EE1"/>
        <w:category>
          <w:name w:val="General"/>
          <w:gallery w:val="placeholder"/>
        </w:category>
        <w:types>
          <w:type w:val="bbPlcHdr"/>
        </w:types>
        <w:behaviors>
          <w:behavior w:val="content"/>
        </w:behaviors>
        <w:guid w:val="{40077AF3-C589-4C4E-9654-97CF6FA513F2}"/>
      </w:docPartPr>
      <w:docPartBody>
        <w:p w:rsidR="00000000" w:rsidRDefault="002B1F07">
          <w:pPr>
            <w:pStyle w:val="E494E685052A4C7E89C495B11E3A4EE1"/>
          </w:pPr>
          <w:r w:rsidRPr="00727ACF">
            <w:t>SPORTS DAY</w:t>
          </w:r>
        </w:p>
      </w:docPartBody>
    </w:docPart>
    <w:docPart>
      <w:docPartPr>
        <w:name w:val="BE21F71497FA4CC991963C12292881B3"/>
        <w:category>
          <w:name w:val="General"/>
          <w:gallery w:val="placeholder"/>
        </w:category>
        <w:types>
          <w:type w:val="bbPlcHdr"/>
        </w:types>
        <w:behaviors>
          <w:behavior w:val="content"/>
        </w:behaviors>
        <w:guid w:val="{EE5FE347-EECA-43BD-B682-30F4D6F0F0A0}"/>
      </w:docPartPr>
      <w:docPartBody>
        <w:p w:rsidR="00000000" w:rsidRDefault="002B1F07">
          <w:pPr>
            <w:pStyle w:val="BE21F71497FA4CC991963C12292881B3"/>
          </w:pPr>
          <w:r w:rsidRPr="00727ACF">
            <w:t>Tournament</w:t>
          </w:r>
        </w:p>
      </w:docPartBody>
    </w:docPart>
    <w:docPart>
      <w:docPartPr>
        <w:name w:val="69588C495C374766997BDE325665BC28"/>
        <w:category>
          <w:name w:val="General"/>
          <w:gallery w:val="placeholder"/>
        </w:category>
        <w:types>
          <w:type w:val="bbPlcHdr"/>
        </w:types>
        <w:behaviors>
          <w:behavior w:val="content"/>
        </w:behaviors>
        <w:guid w:val="{9EDC7C42-F6A8-4208-8A07-275BD3A57193}"/>
      </w:docPartPr>
      <w:docPartBody>
        <w:p w:rsidR="00000000" w:rsidRDefault="002B1F07">
          <w:pPr>
            <w:pStyle w:val="69588C495C374766997BDE325665BC28"/>
          </w:pPr>
          <w:r w:rsidRPr="00727ACF">
            <w:t>8PM</w:t>
          </w:r>
        </w:p>
      </w:docPartBody>
    </w:docPart>
    <w:docPart>
      <w:docPartPr>
        <w:name w:val="10DDE07C6E03442CB2D73608DBE9F8FB"/>
        <w:category>
          <w:name w:val="General"/>
          <w:gallery w:val="placeholder"/>
        </w:category>
        <w:types>
          <w:type w:val="bbPlcHdr"/>
        </w:types>
        <w:behaviors>
          <w:behavior w:val="content"/>
        </w:behaviors>
        <w:guid w:val="{499E0070-8FB1-47E0-A130-82E11DA6B203}"/>
      </w:docPartPr>
      <w:docPartBody>
        <w:p w:rsidR="00000000" w:rsidRDefault="002B1F07">
          <w:pPr>
            <w:pStyle w:val="10DDE07C6E03442CB2D73608DBE9F8FB"/>
          </w:pPr>
          <w:r w:rsidRPr="00727ACF">
            <w:t>OCT 20</w:t>
          </w:r>
        </w:p>
      </w:docPartBody>
    </w:docPart>
    <w:docPart>
      <w:docPartPr>
        <w:name w:val="5819B7D51ADB42779B39F9596A094F4E"/>
        <w:category>
          <w:name w:val="General"/>
          <w:gallery w:val="placeholder"/>
        </w:category>
        <w:types>
          <w:type w:val="bbPlcHdr"/>
        </w:types>
        <w:behaviors>
          <w:behavior w:val="content"/>
        </w:behaviors>
        <w:guid w:val="{18E6ADB2-B75D-450C-83EC-6CABD8364064}"/>
      </w:docPartPr>
      <w:docPartBody>
        <w:p w:rsidR="00000000" w:rsidRDefault="002B1F07">
          <w:pPr>
            <w:pStyle w:val="5819B7D51ADB42779B39F9596A094F4E"/>
          </w:pPr>
          <w:r w:rsidRPr="00727ACF">
            <w:t>[YEAR]</w:t>
          </w:r>
        </w:p>
      </w:docPartBody>
    </w:docPart>
    <w:docPart>
      <w:docPartPr>
        <w:name w:val="512ADE6E9A924DC0BC834EC88732387A"/>
        <w:category>
          <w:name w:val="General"/>
          <w:gallery w:val="placeholder"/>
        </w:category>
        <w:types>
          <w:type w:val="bbPlcHdr"/>
        </w:types>
        <w:behaviors>
          <w:behavior w:val="content"/>
        </w:behaviors>
        <w:guid w:val="{640ACD15-E429-4D41-8BBC-9F160103F50D}"/>
      </w:docPartPr>
      <w:docPartBody>
        <w:p w:rsidR="00000000" w:rsidRDefault="002B1F07">
          <w:pPr>
            <w:pStyle w:val="512ADE6E9A924DC0BC834EC88732387A"/>
          </w:pPr>
          <w:r>
            <w:t>To update any text in the template, simply click and start typing.  To change the soccer ball image, double click in the header, then single click on the soccer ball until it has its own brackets.  Change the “Fill” option of the image and choose “Picture”</w:t>
          </w:r>
          <w:r>
            <w:t xml:space="preserve"> from the options.  You will be able to select a new image to replace the ball.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07"/>
    <w:rsid w:val="002B1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94E685052A4C7E89C495B11E3A4EE1">
    <w:name w:val="E494E685052A4C7E89C495B11E3A4EE1"/>
  </w:style>
  <w:style w:type="paragraph" w:customStyle="1" w:styleId="BE21F71497FA4CC991963C12292881B3">
    <w:name w:val="BE21F71497FA4CC991963C12292881B3"/>
  </w:style>
  <w:style w:type="paragraph" w:customStyle="1" w:styleId="69588C495C374766997BDE325665BC28">
    <w:name w:val="69588C495C374766997BDE325665BC28"/>
  </w:style>
  <w:style w:type="paragraph" w:customStyle="1" w:styleId="10DDE07C6E03442CB2D73608DBE9F8FB">
    <w:name w:val="10DDE07C6E03442CB2D73608DBE9F8FB"/>
  </w:style>
  <w:style w:type="paragraph" w:customStyle="1" w:styleId="5819B7D51ADB42779B39F9596A094F4E">
    <w:name w:val="5819B7D51ADB42779B39F9596A094F4E"/>
  </w:style>
  <w:style w:type="paragraph" w:customStyle="1" w:styleId="512ADE6E9A924DC0BC834EC88732387A">
    <w:name w:val="512ADE6E9A924DC0BC834EC8873238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7">
      <a:majorFont>
        <a:latin typeface="Impact"/>
        <a:ea typeface=""/>
        <a:cs typeface=""/>
      </a:majorFont>
      <a:minorFont>
        <a:latin typeface="Century Gothic"/>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9" ma:contentTypeDescription="Create a new document." ma:contentTypeScope="" ma:versionID="76e25e1730b4532ab1d5e5b131a96a5a">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d1e9281a84c4949647088091c718de3"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4D7F7A-8760-478F-B0F3-51C7CE43905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8B025E9-AF1E-49D7-9E00-F858E1DF04F5}">
  <ds:schemaRefs>
    <ds:schemaRef ds:uri="http://schemas.microsoft.com/sharepoint/v3/contenttype/forms"/>
  </ds:schemaRefs>
</ds:datastoreItem>
</file>

<file path=customXml/itemProps3.xml><?xml version="1.0" encoding="utf-8"?>
<ds:datastoreItem xmlns:ds="http://schemas.openxmlformats.org/officeDocument/2006/customXml" ds:itemID="{0CAFA0D2-E9FC-47A2-8540-0DF6839F2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Sports day event flyer.dotx</Template>
  <TotalTime>1</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1</cp:revision>
  <dcterms:created xsi:type="dcterms:W3CDTF">2018-11-28T11:51:00Z</dcterms:created>
  <dcterms:modified xsi:type="dcterms:W3CDTF">2018-11-28T11:52:00Z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